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EF549" w14:textId="72461090" w:rsidR="006B7BDC" w:rsidRPr="001875B9" w:rsidRDefault="006B7BDC" w:rsidP="006B7BDC">
      <w:pPr>
        <w:autoSpaceDE w:val="0"/>
        <w:autoSpaceDN w:val="0"/>
        <w:adjustRightInd w:val="0"/>
        <w:spacing w:line="336" w:lineRule="auto"/>
        <w:ind w:left="-1134" w:right="397"/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</w:pP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 xml:space="preserve">La relazione tecnica di un progetto serve a spiegare in maniera dettagliata e completa come </w:t>
      </w:r>
      <w:r w:rsidR="001875B9"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 xml:space="preserve">viene realizzata </w:t>
      </w: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 xml:space="preserve">una determinata procedura. Generalmente, la struttura di una </w:t>
      </w:r>
      <w:r w:rsidR="001875B9"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>R</w:t>
      </w: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>elazione tecnica comprende quattro parti fondamentali:</w:t>
      </w:r>
    </w:p>
    <w:p w14:paraId="435E4CCC" w14:textId="77777777" w:rsidR="001875B9" w:rsidRPr="001875B9" w:rsidRDefault="001875B9" w:rsidP="006B7BDC">
      <w:pPr>
        <w:autoSpaceDE w:val="0"/>
        <w:autoSpaceDN w:val="0"/>
        <w:adjustRightInd w:val="0"/>
        <w:spacing w:line="336" w:lineRule="auto"/>
        <w:ind w:left="-1134" w:right="397"/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</w:pPr>
    </w:p>
    <w:p w14:paraId="0ED4C13F" w14:textId="77777777" w:rsidR="006B7BDC" w:rsidRPr="001875B9" w:rsidRDefault="006B7BDC" w:rsidP="001875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36" w:lineRule="auto"/>
        <w:ind w:right="397"/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</w:pP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>Titolo esplicativo dell’argomento trattato;</w:t>
      </w:r>
    </w:p>
    <w:p w14:paraId="13064B8E" w14:textId="77777777" w:rsidR="006B7BDC" w:rsidRPr="001875B9" w:rsidRDefault="006B7BDC" w:rsidP="001875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36" w:lineRule="auto"/>
        <w:ind w:right="397"/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</w:pP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>Introduzione comprensiva di una presentazione generale dell’argomento trattato, eventuali ragioni alla base della scelta del tema, obiettivi del lavoro, fasi e tempi di lavoro, persone coinvolte nel lavoro e loro ruolo;</w:t>
      </w:r>
    </w:p>
    <w:p w14:paraId="738D4CDE" w14:textId="2DC20956" w:rsidR="006B7BDC" w:rsidRPr="001875B9" w:rsidRDefault="006B7BDC" w:rsidP="001875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36" w:lineRule="auto"/>
        <w:ind w:right="397"/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</w:pP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>Corpo del testo che descriva in maniera estremamente chiara</w:t>
      </w:r>
      <w:r w:rsidR="001875B9"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 xml:space="preserve"> le attività svolte</w:t>
      </w: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>;</w:t>
      </w:r>
    </w:p>
    <w:p w14:paraId="5ED96A80" w14:textId="5CD27F81" w:rsidR="002F5A9E" w:rsidRPr="001875B9" w:rsidRDefault="006B7BDC" w:rsidP="001875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36" w:lineRule="auto"/>
        <w:ind w:right="397"/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</w:pP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>Conclusion</w:t>
      </w:r>
      <w:r w:rsidR="001875B9"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>e</w:t>
      </w: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 xml:space="preserve"> coerente e concisa che evidenzi </w:t>
      </w:r>
      <w:r w:rsidR="001875B9"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 xml:space="preserve">i </w:t>
      </w:r>
      <w:r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 xml:space="preserve">progressi </w:t>
      </w:r>
      <w:r w:rsidR="001875B9" w:rsidRPr="001875B9">
        <w:rPr>
          <w:rFonts w:ascii="Arial" w:eastAsia="Times New Roman" w:hAnsi="Arial" w:cs="Arial"/>
          <w:b/>
          <w:bCs/>
          <w:color w:val="808080" w:themeColor="background1" w:themeShade="80"/>
          <w:sz w:val="20"/>
          <w:szCs w:val="20"/>
          <w:lang w:eastAsia="it-IT"/>
        </w:rPr>
        <w:t>effettuati.</w:t>
      </w:r>
    </w:p>
    <w:sectPr w:rsidR="002F5A9E" w:rsidRPr="001875B9" w:rsidSect="0000174C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559" w:right="134" w:bottom="1021" w:left="2155" w:header="142" w:footer="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060E1" w14:textId="77777777" w:rsidR="0018435C" w:rsidRDefault="0018435C">
      <w:r>
        <w:separator/>
      </w:r>
    </w:p>
  </w:endnote>
  <w:endnote w:type="continuationSeparator" w:id="0">
    <w:p w14:paraId="0650BDA4" w14:textId="77777777" w:rsidR="0018435C" w:rsidRDefault="0018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5B55D" w14:textId="77777777" w:rsidR="00E27FE8" w:rsidRDefault="00E27FE8">
    <w:pPr>
      <w:pStyle w:val="Pidipagina"/>
      <w:tabs>
        <w:tab w:val="left" w:pos="9912"/>
      </w:tabs>
    </w:pPr>
    <w:r>
      <w:t xml:space="preserve">Scrivere qui l’indirizzo completo, telefono, fax, </w:t>
    </w:r>
    <w:proofErr w:type="gramStart"/>
    <w:r>
      <w:t>email</w:t>
    </w:r>
    <w:proofErr w:type="gramEnd"/>
    <w:r>
      <w:t xml:space="preserve"> e sito web</w:t>
    </w:r>
  </w:p>
  <w:p w14:paraId="1B7B6C6E" w14:textId="77777777" w:rsidR="00E27FE8" w:rsidRDefault="00E27FE8">
    <w:pPr>
      <w:pStyle w:val="Pidipagina"/>
      <w:tabs>
        <w:tab w:val="left" w:pos="9912"/>
      </w:tabs>
      <w:rPr>
        <w:rFonts w:eastAsia="Times New Roman"/>
        <w:color w:val="auto"/>
        <w:sz w:val="20"/>
      </w:rPr>
    </w:pPr>
    <w:r>
      <w:t>Max 2 righe, Times New Roman ,8 punti, interlinea singola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3D291" w14:textId="7C85C6A4" w:rsidR="00E27FE8" w:rsidRPr="00931113" w:rsidRDefault="008D6853" w:rsidP="008121EA">
    <w:pPr>
      <w:pStyle w:val="Pidipagina"/>
      <w:spacing w:line="192" w:lineRule="auto"/>
      <w:ind w:hanging="1985"/>
      <w:jc w:val="left"/>
      <w:rPr>
        <w:rFonts w:ascii="Montserrat Medium" w:eastAsia="Times New Roman" w:hAnsi="Montserrat Medium"/>
        <w:color w:val="333333"/>
        <w:sz w:val="14"/>
        <w:szCs w:val="14"/>
      </w:rPr>
    </w:pPr>
    <w:r>
      <w:rPr>
        <w:rFonts w:ascii="Montserrat Medium" w:eastAsia="Times New Roman" w:hAnsi="Montserrat Medium"/>
        <w:noProof/>
        <w:color w:val="333333"/>
        <w:sz w:val="14"/>
        <w:szCs w:val="14"/>
      </w:rPr>
      <w:drawing>
        <wp:inline distT="0" distB="0" distL="0" distR="0" wp14:anchorId="09D272F6" wp14:editId="79E5A2C9">
          <wp:extent cx="4820400" cy="50400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04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A6E1D" w14:textId="77777777" w:rsidR="0018435C" w:rsidRDefault="0018435C">
      <w:r>
        <w:separator/>
      </w:r>
    </w:p>
  </w:footnote>
  <w:footnote w:type="continuationSeparator" w:id="0">
    <w:p w14:paraId="4CE048A2" w14:textId="77777777" w:rsidR="0018435C" w:rsidRDefault="00184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006F7" w14:textId="77777777" w:rsidR="00E27FE8" w:rsidRDefault="00042302">
    <w:pPr>
      <w:tabs>
        <w:tab w:val="left" w:pos="9912"/>
      </w:tabs>
      <w:rPr>
        <w:rFonts w:eastAsia="Times New Roman"/>
        <w:color w:val="auto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84D77D5" wp14:editId="7EFB13B2">
              <wp:simplePos x="0" y="0"/>
              <wp:positionH relativeFrom="character">
                <wp:posOffset>0</wp:posOffset>
              </wp:positionH>
              <wp:positionV relativeFrom="line">
                <wp:posOffset>0</wp:posOffset>
              </wp:positionV>
              <wp:extent cx="6475730" cy="570865"/>
              <wp:effectExtent l="0" t="0" r="1270" b="63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475730" cy="570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3F8B62" w14:textId="77777777" w:rsidR="00E27FE8" w:rsidRDefault="00E27FE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  <w:tab w:val="left" w:pos="4956"/>
                              <w:tab w:val="left" w:pos="5664"/>
                              <w:tab w:val="left" w:pos="6372"/>
                              <w:tab w:val="left" w:pos="7080"/>
                              <w:tab w:val="left" w:pos="7788"/>
                              <w:tab w:val="left" w:pos="8496"/>
                              <w:tab w:val="left" w:pos="9204"/>
                              <w:tab w:val="left" w:pos="9912"/>
                            </w:tabs>
                          </w:pPr>
                          <w:r>
                            <w:t>SCRIVERE QUI L’INTESTAZIONE</w:t>
                          </w:r>
                        </w:p>
                        <w:p w14:paraId="14D2F0EB" w14:textId="77777777" w:rsidR="00E27FE8" w:rsidRDefault="00E27FE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  <w:tab w:val="left" w:pos="4956"/>
                              <w:tab w:val="left" w:pos="5664"/>
                              <w:tab w:val="left" w:pos="6372"/>
                              <w:tab w:val="left" w:pos="7080"/>
                              <w:tab w:val="left" w:pos="7788"/>
                              <w:tab w:val="left" w:pos="8496"/>
                              <w:tab w:val="left" w:pos="9204"/>
                              <w:tab w:val="left" w:pos="9912"/>
                            </w:tabs>
                          </w:pPr>
                          <w:r>
                            <w:t>MAX 3 RIGHE</w:t>
                          </w:r>
                        </w:p>
                        <w:p w14:paraId="7B711154" w14:textId="77777777" w:rsidR="00E27FE8" w:rsidRDefault="00E27FE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  <w:tab w:val="left" w:pos="4956"/>
                              <w:tab w:val="left" w:pos="5664"/>
                              <w:tab w:val="left" w:pos="6372"/>
                              <w:tab w:val="left" w:pos="7080"/>
                              <w:tab w:val="left" w:pos="7788"/>
                              <w:tab w:val="left" w:pos="8496"/>
                              <w:tab w:val="left" w:pos="9204"/>
                              <w:tab w:val="left" w:pos="9912"/>
                            </w:tabs>
                            <w:rPr>
                              <w:rFonts w:eastAsia="Times New Roman"/>
                              <w:color w:val="auto"/>
                              <w:sz w:val="20"/>
                              <w:lang w:eastAsia="it-IT"/>
                            </w:rPr>
                          </w:pPr>
                          <w:r>
                            <w:t>TIMES NEW ROMAN 11 PUNTI, INTERLINEA SINGOLA, TUTTO MAIUSCOLO</w:t>
                          </w:r>
                        </w:p>
                      </w:txbxContent>
                    </wps:txbx>
                    <wps:bodyPr rot="0" vert="horz" wrap="square" lIns="38100" tIns="38100" rIns="38100" bIns="381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4D77D5" id="Rectangle 3" o:spid="_x0000_s1026" style="position:absolute;margin-left:0;margin-top:0;width:509.9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" stroked="f" strokeweight=".5pt">
              <v:stroke joinstyle="round"/>
              <v:path arrowok="t"/>
              <v:textbox inset="3pt,3pt,3pt,3pt">
                <w:txbxContent>
                  <w:p w14:paraId="043F8B62" w14:textId="77777777" w:rsidR="00E27FE8" w:rsidRDefault="00E27FE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3540"/>
                        <w:tab w:val="left" w:pos="4248"/>
                        <w:tab w:val="left" w:pos="4956"/>
                        <w:tab w:val="left" w:pos="5664"/>
                        <w:tab w:val="left" w:pos="6372"/>
                        <w:tab w:val="left" w:pos="7080"/>
                        <w:tab w:val="left" w:pos="7788"/>
                        <w:tab w:val="left" w:pos="8496"/>
                        <w:tab w:val="left" w:pos="9204"/>
                        <w:tab w:val="left" w:pos="9912"/>
                      </w:tabs>
                    </w:pPr>
                    <w:r>
                      <w:t>SCRIVERE QUI L’INTESTAZIONE</w:t>
                    </w:r>
                  </w:p>
                  <w:p w14:paraId="14D2F0EB" w14:textId="77777777" w:rsidR="00E27FE8" w:rsidRDefault="00E27FE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3540"/>
                        <w:tab w:val="left" w:pos="4248"/>
                        <w:tab w:val="left" w:pos="4956"/>
                        <w:tab w:val="left" w:pos="5664"/>
                        <w:tab w:val="left" w:pos="6372"/>
                        <w:tab w:val="left" w:pos="7080"/>
                        <w:tab w:val="left" w:pos="7788"/>
                        <w:tab w:val="left" w:pos="8496"/>
                        <w:tab w:val="left" w:pos="9204"/>
                        <w:tab w:val="left" w:pos="9912"/>
                      </w:tabs>
                    </w:pPr>
                    <w:r>
                      <w:t>MAX 3 RIGHE</w:t>
                    </w:r>
                  </w:p>
                  <w:p w14:paraId="7B711154" w14:textId="77777777" w:rsidR="00E27FE8" w:rsidRDefault="00E27FE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3540"/>
                        <w:tab w:val="left" w:pos="4248"/>
                        <w:tab w:val="left" w:pos="4956"/>
                        <w:tab w:val="left" w:pos="5664"/>
                        <w:tab w:val="left" w:pos="6372"/>
                        <w:tab w:val="left" w:pos="7080"/>
                        <w:tab w:val="left" w:pos="7788"/>
                        <w:tab w:val="left" w:pos="8496"/>
                        <w:tab w:val="left" w:pos="9204"/>
                        <w:tab w:val="left" w:pos="9912"/>
                      </w:tabs>
                      <w:rPr>
                        <w:rFonts w:eastAsia="Times New Roman"/>
                        <w:color w:val="auto"/>
                        <w:sz w:val="20"/>
                        <w:lang w:eastAsia="it-IT"/>
                      </w:rPr>
                    </w:pPr>
                    <w:r>
                      <w:t>TIMES NEW ROMAN 11 PUNTI, INTERLINEA SINGOLA, TUTTO MAIUSCOLO</w:t>
                    </w:r>
                  </w:p>
                </w:txbxContent>
              </v:textbox>
              <w10:wrap anchory="lin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inline distT="0" distB="0" distL="0" distR="0" wp14:anchorId="012F9465" wp14:editId="195C9C91">
              <wp:extent cx="6477000" cy="571500"/>
              <wp:effectExtent l="0" t="0" r="0" b="0"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0" cy="5715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/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23A4B97" id="AutoShape 4" o:spid="_x0000_s1026" style="width:510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">
              <v:path textboxrect="@1,@1,@1,@1"/>
              <w10:anchorlock/>
            </v:shape>
          </w:pict>
        </mc:Fallback>
      </mc:AlternateContent>
    </w:r>
    <w:r w:rsidR="006B2C38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0EF3129" wp14:editId="433D9FA3">
          <wp:simplePos x="0" y="0"/>
          <wp:positionH relativeFrom="page">
            <wp:posOffset>-3810</wp:posOffset>
          </wp:positionH>
          <wp:positionV relativeFrom="page">
            <wp:posOffset>-732790</wp:posOffset>
          </wp:positionV>
          <wp:extent cx="7560310" cy="10680700"/>
          <wp:effectExtent l="19050" t="0" r="254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0700"/>
                  </a:xfrm>
                  <a:prstGeom prst="rect">
                    <a:avLst/>
                  </a:prstGeom>
                  <a:noFill/>
                  <a:ln w="3175" cap="flat">
                    <a:noFill/>
                    <a:round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91D95" w14:textId="077A5FD3" w:rsidR="00C6005C" w:rsidRDefault="00E43D48" w:rsidP="00C6005C">
    <w:pPr>
      <w:pStyle w:val="Intestazione"/>
      <w:tabs>
        <w:tab w:val="clear" w:pos="9638"/>
        <w:tab w:val="right" w:pos="10632"/>
      </w:tabs>
      <w:ind w:left="-1985" w:right="-28"/>
    </w:pPr>
    <w:r>
      <w:rPr>
        <w:noProof/>
      </w:rPr>
      <w:drawing>
        <wp:inline distT="0" distB="0" distL="0" distR="0" wp14:anchorId="7CBAE04A" wp14:editId="74A1ED7C">
          <wp:extent cx="5629524" cy="857250"/>
          <wp:effectExtent l="0" t="0" r="9525" b="0"/>
          <wp:docPr id="1040136901" name="Immagine 3" descr="Immagine che contiene testo, schermata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136901" name="Immagine 3" descr="Immagine che contiene testo, schermata, Carattere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0668" cy="8589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6005C">
      <w:t xml:space="preserve">  </w:t>
    </w:r>
    <w:r w:rsidR="00C6005C" w:rsidRPr="00724F70">
      <w:rPr>
        <w:rFonts w:ascii="Montserrat Medium" w:hAnsi="Montserrat Medium"/>
        <w:noProof/>
        <w:color w:val="074B87"/>
        <w:kern w:val="24"/>
        <w:sz w:val="18"/>
        <w:szCs w:val="18"/>
        <w:lang w:eastAsia="it-IT"/>
      </w:rPr>
      <w:drawing>
        <wp:inline distT="0" distB="0" distL="0" distR="0" wp14:anchorId="78B723C4" wp14:editId="0C465457">
          <wp:extent cx="1674000" cy="914476"/>
          <wp:effectExtent l="0" t="0" r="254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4000" cy="9144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80548B" w14:textId="16E9AEF1" w:rsidR="00654B62" w:rsidRPr="00931113" w:rsidRDefault="00654B62" w:rsidP="002473EB">
    <w:pPr>
      <w:pStyle w:val="Intestazioneriga1"/>
      <w:ind w:left="-1559"/>
      <w:jc w:val="left"/>
      <w:rPr>
        <w:rFonts w:ascii="Montserrat Medium" w:hAnsi="Montserrat Medium"/>
        <w:color w:val="074B87"/>
        <w:kern w:val="24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942B8"/>
    <w:multiLevelType w:val="hybridMultilevel"/>
    <w:tmpl w:val="AEC2D372"/>
    <w:lvl w:ilvl="0" w:tplc="E2686E88">
      <w:numFmt w:val="bullet"/>
      <w:lvlText w:val=""/>
      <w:lvlJc w:val="left"/>
      <w:pPr>
        <w:ind w:left="720" w:hanging="360"/>
      </w:pPr>
      <w:rPr>
        <w:rFonts w:ascii="Wingdings" w:eastAsia="ヒラギノ角ゴ Pro W3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2569A"/>
    <w:multiLevelType w:val="hybridMultilevel"/>
    <w:tmpl w:val="3304706E"/>
    <w:lvl w:ilvl="0" w:tplc="0410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 w15:restartNumberingAfterBreak="0">
    <w:nsid w:val="66C43F63"/>
    <w:multiLevelType w:val="hybridMultilevel"/>
    <w:tmpl w:val="FFA022C8"/>
    <w:lvl w:ilvl="0" w:tplc="576C2A24">
      <w:numFmt w:val="bullet"/>
      <w:lvlText w:val=""/>
      <w:lvlJc w:val="left"/>
      <w:pPr>
        <w:ind w:left="5180" w:hanging="360"/>
      </w:pPr>
      <w:rPr>
        <w:rFonts w:ascii="Wingdings" w:eastAsia="ヒラギノ角ゴ Pro W3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num w:numId="1" w16cid:durableId="900021227">
    <w:abstractNumId w:val="2"/>
  </w:num>
  <w:num w:numId="2" w16cid:durableId="1548565700">
    <w:abstractNumId w:val="0"/>
  </w:num>
  <w:num w:numId="3" w16cid:durableId="1501003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53"/>
    <w:rsid w:val="0000174C"/>
    <w:rsid w:val="00003B4A"/>
    <w:rsid w:val="000115D7"/>
    <w:rsid w:val="00011FBD"/>
    <w:rsid w:val="000239E9"/>
    <w:rsid w:val="00030DA7"/>
    <w:rsid w:val="00042302"/>
    <w:rsid w:val="000432C0"/>
    <w:rsid w:val="000476C8"/>
    <w:rsid w:val="000501BC"/>
    <w:rsid w:val="00054895"/>
    <w:rsid w:val="000A7AD0"/>
    <w:rsid w:val="000E0B77"/>
    <w:rsid w:val="000E163F"/>
    <w:rsid w:val="001029C9"/>
    <w:rsid w:val="0014414E"/>
    <w:rsid w:val="0017178C"/>
    <w:rsid w:val="00173231"/>
    <w:rsid w:val="0018435C"/>
    <w:rsid w:val="001875B9"/>
    <w:rsid w:val="001943AA"/>
    <w:rsid w:val="001A5518"/>
    <w:rsid w:val="001B28A0"/>
    <w:rsid w:val="001D1164"/>
    <w:rsid w:val="001D48A0"/>
    <w:rsid w:val="0022338D"/>
    <w:rsid w:val="00227EA6"/>
    <w:rsid w:val="002473EB"/>
    <w:rsid w:val="00247743"/>
    <w:rsid w:val="00281501"/>
    <w:rsid w:val="00294B6A"/>
    <w:rsid w:val="002B5DE9"/>
    <w:rsid w:val="002D21BD"/>
    <w:rsid w:val="002D4A52"/>
    <w:rsid w:val="002D561F"/>
    <w:rsid w:val="002D698C"/>
    <w:rsid w:val="002E0278"/>
    <w:rsid w:val="002F527E"/>
    <w:rsid w:val="002F5A9E"/>
    <w:rsid w:val="00303819"/>
    <w:rsid w:val="00303A39"/>
    <w:rsid w:val="00310A5C"/>
    <w:rsid w:val="00333AB8"/>
    <w:rsid w:val="00336CFF"/>
    <w:rsid w:val="00357E05"/>
    <w:rsid w:val="003710B4"/>
    <w:rsid w:val="00384B75"/>
    <w:rsid w:val="003858C5"/>
    <w:rsid w:val="00385CC6"/>
    <w:rsid w:val="003978F4"/>
    <w:rsid w:val="003A7F22"/>
    <w:rsid w:val="003C7A45"/>
    <w:rsid w:val="003F3E90"/>
    <w:rsid w:val="004336E4"/>
    <w:rsid w:val="00435B1C"/>
    <w:rsid w:val="00440904"/>
    <w:rsid w:val="00444F9C"/>
    <w:rsid w:val="0045442C"/>
    <w:rsid w:val="00455F24"/>
    <w:rsid w:val="004851C6"/>
    <w:rsid w:val="00487930"/>
    <w:rsid w:val="00487947"/>
    <w:rsid w:val="004B4894"/>
    <w:rsid w:val="004F31C7"/>
    <w:rsid w:val="00501876"/>
    <w:rsid w:val="005149CD"/>
    <w:rsid w:val="00557218"/>
    <w:rsid w:val="00585050"/>
    <w:rsid w:val="005A5DAA"/>
    <w:rsid w:val="005B02B1"/>
    <w:rsid w:val="005C520B"/>
    <w:rsid w:val="005F0781"/>
    <w:rsid w:val="005F69C0"/>
    <w:rsid w:val="005F7288"/>
    <w:rsid w:val="00623886"/>
    <w:rsid w:val="00625E1B"/>
    <w:rsid w:val="00646E5F"/>
    <w:rsid w:val="00654B62"/>
    <w:rsid w:val="00656093"/>
    <w:rsid w:val="006567C7"/>
    <w:rsid w:val="0065707B"/>
    <w:rsid w:val="0067720F"/>
    <w:rsid w:val="00683897"/>
    <w:rsid w:val="00685363"/>
    <w:rsid w:val="006B2C38"/>
    <w:rsid w:val="006B7798"/>
    <w:rsid w:val="006B7BDC"/>
    <w:rsid w:val="006D3708"/>
    <w:rsid w:val="006E5156"/>
    <w:rsid w:val="006F50DE"/>
    <w:rsid w:val="00713780"/>
    <w:rsid w:val="00722DE5"/>
    <w:rsid w:val="00722FCE"/>
    <w:rsid w:val="00726756"/>
    <w:rsid w:val="00730774"/>
    <w:rsid w:val="0073289A"/>
    <w:rsid w:val="00790DFA"/>
    <w:rsid w:val="007915F2"/>
    <w:rsid w:val="007A0639"/>
    <w:rsid w:val="007C3730"/>
    <w:rsid w:val="007C6F29"/>
    <w:rsid w:val="007C7803"/>
    <w:rsid w:val="007D57F6"/>
    <w:rsid w:val="007E0786"/>
    <w:rsid w:val="008121EA"/>
    <w:rsid w:val="0084045A"/>
    <w:rsid w:val="00842A03"/>
    <w:rsid w:val="008501A5"/>
    <w:rsid w:val="00860E19"/>
    <w:rsid w:val="008631F9"/>
    <w:rsid w:val="00884B9E"/>
    <w:rsid w:val="00892748"/>
    <w:rsid w:val="008B6E40"/>
    <w:rsid w:val="008D6853"/>
    <w:rsid w:val="008E0BF4"/>
    <w:rsid w:val="008E193C"/>
    <w:rsid w:val="008F0A03"/>
    <w:rsid w:val="00911EA0"/>
    <w:rsid w:val="009267B5"/>
    <w:rsid w:val="00931113"/>
    <w:rsid w:val="00935B56"/>
    <w:rsid w:val="009657E3"/>
    <w:rsid w:val="009728B7"/>
    <w:rsid w:val="00995FEA"/>
    <w:rsid w:val="009B0360"/>
    <w:rsid w:val="009B5D6F"/>
    <w:rsid w:val="009D6F4E"/>
    <w:rsid w:val="00A11AB8"/>
    <w:rsid w:val="00A6015A"/>
    <w:rsid w:val="00AA3F52"/>
    <w:rsid w:val="00AB14AD"/>
    <w:rsid w:val="00AB1938"/>
    <w:rsid w:val="00AB4AB9"/>
    <w:rsid w:val="00AB6700"/>
    <w:rsid w:val="00AE24FA"/>
    <w:rsid w:val="00AE34AA"/>
    <w:rsid w:val="00AE534B"/>
    <w:rsid w:val="00B061D0"/>
    <w:rsid w:val="00B425AF"/>
    <w:rsid w:val="00B45068"/>
    <w:rsid w:val="00B46B78"/>
    <w:rsid w:val="00B4776B"/>
    <w:rsid w:val="00B53463"/>
    <w:rsid w:val="00B81E02"/>
    <w:rsid w:val="00B93683"/>
    <w:rsid w:val="00B9524C"/>
    <w:rsid w:val="00B97EEB"/>
    <w:rsid w:val="00BE3125"/>
    <w:rsid w:val="00C067B0"/>
    <w:rsid w:val="00C159A2"/>
    <w:rsid w:val="00C430B1"/>
    <w:rsid w:val="00C566FA"/>
    <w:rsid w:val="00C6005C"/>
    <w:rsid w:val="00C679C7"/>
    <w:rsid w:val="00C715AE"/>
    <w:rsid w:val="00C72D12"/>
    <w:rsid w:val="00C75260"/>
    <w:rsid w:val="00C92FE8"/>
    <w:rsid w:val="00C933C1"/>
    <w:rsid w:val="00CB4EE4"/>
    <w:rsid w:val="00CD68A5"/>
    <w:rsid w:val="00D05D5A"/>
    <w:rsid w:val="00D2225E"/>
    <w:rsid w:val="00D26309"/>
    <w:rsid w:val="00D2633E"/>
    <w:rsid w:val="00D36AFC"/>
    <w:rsid w:val="00D45F9A"/>
    <w:rsid w:val="00D5320F"/>
    <w:rsid w:val="00D76DC1"/>
    <w:rsid w:val="00DB432E"/>
    <w:rsid w:val="00DC639A"/>
    <w:rsid w:val="00DC78CB"/>
    <w:rsid w:val="00DD2F8B"/>
    <w:rsid w:val="00DD3E64"/>
    <w:rsid w:val="00DE1BA8"/>
    <w:rsid w:val="00DE30AD"/>
    <w:rsid w:val="00DE3A98"/>
    <w:rsid w:val="00DF52E1"/>
    <w:rsid w:val="00E120F3"/>
    <w:rsid w:val="00E2401F"/>
    <w:rsid w:val="00E27FE8"/>
    <w:rsid w:val="00E359FA"/>
    <w:rsid w:val="00E43D48"/>
    <w:rsid w:val="00E47D46"/>
    <w:rsid w:val="00E5440E"/>
    <w:rsid w:val="00E56E91"/>
    <w:rsid w:val="00E62A9E"/>
    <w:rsid w:val="00E701C0"/>
    <w:rsid w:val="00E73D50"/>
    <w:rsid w:val="00EB04D7"/>
    <w:rsid w:val="00EC7161"/>
    <w:rsid w:val="00ED2C9D"/>
    <w:rsid w:val="00ED3443"/>
    <w:rsid w:val="00EE0F86"/>
    <w:rsid w:val="00EE290E"/>
    <w:rsid w:val="00EF6F55"/>
    <w:rsid w:val="00F24417"/>
    <w:rsid w:val="00F32FFB"/>
    <w:rsid w:val="00F42BEA"/>
    <w:rsid w:val="00F70F80"/>
    <w:rsid w:val="00F74578"/>
    <w:rsid w:val="00F83C03"/>
    <w:rsid w:val="00F91E8F"/>
    <w:rsid w:val="00FA3BAA"/>
    <w:rsid w:val="00FA4A8A"/>
    <w:rsid w:val="00FC30D5"/>
    <w:rsid w:val="00FC5EDD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941AE3"/>
  <w15:docId w15:val="{86317F64-603D-4803-8DEC-FC1FDBC6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00CE"/>
    <w:pPr>
      <w:jc w:val="both"/>
    </w:pPr>
    <w:rPr>
      <w:rFonts w:eastAsia="ヒラギノ角ゴ Pro W3"/>
      <w:color w:val="000000"/>
      <w:sz w:val="24"/>
      <w:szCs w:val="24"/>
      <w:lang w:eastAsia="en-US"/>
    </w:rPr>
  </w:style>
  <w:style w:type="paragraph" w:styleId="Titolo3">
    <w:name w:val="heading 3"/>
    <w:basedOn w:val="Normale"/>
    <w:next w:val="Normale"/>
    <w:qFormat/>
    <w:rsid w:val="001D1164"/>
    <w:pPr>
      <w:keepNext/>
      <w:jc w:val="center"/>
      <w:outlineLvl w:val="2"/>
    </w:pPr>
    <w:rPr>
      <w:rFonts w:ascii="Arial" w:eastAsia="Times New Roman" w:hAnsi="Arial"/>
      <w:b/>
      <w:color w:val="auto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311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A0F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dipagina">
    <w:name w:val="footer"/>
    <w:rsid w:val="009F0146"/>
    <w:pPr>
      <w:jc w:val="center"/>
    </w:pPr>
    <w:rPr>
      <w:rFonts w:eastAsia="ヒラギノ角ゴ Pro W3"/>
      <w:color w:val="000000"/>
      <w:sz w:val="16"/>
    </w:rPr>
  </w:style>
  <w:style w:type="paragraph" w:styleId="Intestazione">
    <w:name w:val="header"/>
    <w:basedOn w:val="Normale"/>
    <w:link w:val="IntestazioneCarattere"/>
    <w:uiPriority w:val="99"/>
    <w:rsid w:val="00CA0FA4"/>
    <w:pPr>
      <w:tabs>
        <w:tab w:val="center" w:pos="4819"/>
        <w:tab w:val="right" w:pos="9638"/>
      </w:tabs>
    </w:pPr>
  </w:style>
  <w:style w:type="paragraph" w:customStyle="1" w:styleId="Intestazioneriga1">
    <w:name w:val="Intestazione riga 1"/>
    <w:qFormat/>
    <w:rsid w:val="009F0146"/>
    <w:pPr>
      <w:jc w:val="center"/>
    </w:pPr>
    <w:rPr>
      <w:rFonts w:eastAsia="ヒラギノ角ゴ Pro W3"/>
      <w:color w:val="000000"/>
      <w:sz w:val="22"/>
      <w:szCs w:val="24"/>
      <w:lang w:eastAsia="en-US"/>
    </w:rPr>
  </w:style>
  <w:style w:type="paragraph" w:customStyle="1" w:styleId="Intestazioneriga2">
    <w:name w:val="Intestazione riga 2"/>
    <w:qFormat/>
    <w:rsid w:val="009F0146"/>
    <w:pPr>
      <w:jc w:val="center"/>
    </w:pPr>
    <w:rPr>
      <w:rFonts w:eastAsia="ヒラギノ角ゴ Pro W3"/>
      <w:color w:val="000000"/>
      <w:szCs w:val="24"/>
      <w:lang w:eastAsia="en-US"/>
    </w:rPr>
  </w:style>
  <w:style w:type="paragraph" w:customStyle="1" w:styleId="Intestazioneriga3">
    <w:name w:val="Intestazione riga 3"/>
    <w:qFormat/>
    <w:rsid w:val="009F0146"/>
    <w:pPr>
      <w:jc w:val="center"/>
    </w:pPr>
    <w:rPr>
      <w:rFonts w:eastAsia="ヒラギノ角ゴ Pro W3"/>
      <w:smallCaps/>
      <w:color w:val="000000"/>
      <w:sz w:val="18"/>
      <w:szCs w:val="24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0FA4"/>
    <w:rPr>
      <w:rFonts w:eastAsia="ヒラギノ角ゴ Pro W3"/>
      <w:color w:val="000000"/>
      <w:sz w:val="22"/>
      <w:szCs w:val="24"/>
      <w:lang w:eastAsia="en-US"/>
    </w:rPr>
  </w:style>
  <w:style w:type="paragraph" w:styleId="Testofumetto">
    <w:name w:val="Balloon Text"/>
    <w:basedOn w:val="Normale"/>
    <w:link w:val="TestofumettoCarattere"/>
    <w:semiHidden/>
    <w:unhideWhenUsed/>
    <w:rsid w:val="0048793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87930"/>
    <w:rPr>
      <w:rFonts w:ascii="Segoe UI" w:eastAsia="ヒラギノ角ゴ Pro W3" w:hAnsi="Segoe UI" w:cs="Segoe UI"/>
      <w:color w:val="000000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2D21BD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46B78"/>
    <w:pPr>
      <w:spacing w:before="100" w:beforeAutospacing="1" w:after="100" w:afterAutospacing="1"/>
      <w:jc w:val="left"/>
    </w:pPr>
    <w:rPr>
      <w:rFonts w:eastAsia="Times New Roman"/>
      <w:color w:val="auto"/>
      <w:lang w:eastAsia="it-IT"/>
    </w:rPr>
  </w:style>
  <w:style w:type="character" w:styleId="Enfasigrassetto">
    <w:name w:val="Strong"/>
    <w:basedOn w:val="Carpredefinitoparagrafo"/>
    <w:uiPriority w:val="22"/>
    <w:qFormat/>
    <w:rsid w:val="00B46B78"/>
    <w:rPr>
      <w:b/>
      <w:bCs/>
    </w:rPr>
  </w:style>
  <w:style w:type="character" w:styleId="Enfasicorsivo">
    <w:name w:val="Emphasis"/>
    <w:basedOn w:val="Carpredefinitoparagrafo"/>
    <w:uiPriority w:val="20"/>
    <w:qFormat/>
    <w:rsid w:val="00B46B78"/>
    <w:rPr>
      <w:i/>
      <w:iCs/>
    </w:rPr>
  </w:style>
  <w:style w:type="character" w:styleId="Collegamentoipertestuale">
    <w:name w:val="Hyperlink"/>
    <w:basedOn w:val="Carpredefinitoparagrafo"/>
    <w:unhideWhenUsed/>
    <w:rsid w:val="008B6E40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B6E40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semiHidden/>
    <w:rsid w:val="0093111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3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sa\Desktop\Carta-intestata-novembre-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Carta-intestata-novembre-2021</Template>
  <TotalTime>8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              Classe              Fascicolo</vt:lpstr>
    </vt:vector>
  </TitlesOfParts>
  <Company>Standard Company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              Classe              Fascicolo</dc:title>
  <dc:creator>Elisa</dc:creator>
  <cp:lastModifiedBy>STEFANIA AGNELLO</cp:lastModifiedBy>
  <cp:revision>3</cp:revision>
  <cp:lastPrinted>2018-07-20T08:11:00Z</cp:lastPrinted>
  <dcterms:created xsi:type="dcterms:W3CDTF">2024-11-04T10:00:00Z</dcterms:created>
  <dcterms:modified xsi:type="dcterms:W3CDTF">2024-11-08T08:48:00Z</dcterms:modified>
</cp:coreProperties>
</file>